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5EBB" w:rsidRDefault="00665EBB" w:rsidP="000D7FD8">
      <w:pPr>
        <w:jc w:val="center"/>
        <w:rPr>
          <w:rFonts w:ascii="Arial" w:hAnsi="Arial" w:cs="Arial"/>
          <w:sz w:val="20"/>
          <w:szCs w:val="20"/>
          <w:u w:val="single"/>
          <w:lang w:val="en-CA"/>
        </w:rPr>
      </w:pPr>
    </w:p>
    <w:p w:rsidR="00EC0462" w:rsidRPr="002B3A0C" w:rsidRDefault="000D7FD8" w:rsidP="000D7FD8">
      <w:pPr>
        <w:jc w:val="center"/>
        <w:rPr>
          <w:sz w:val="40"/>
          <w:u w:val="single"/>
          <w:lang w:val="en-CA"/>
        </w:rPr>
      </w:pPr>
      <w:r w:rsidRPr="002B3A0C">
        <w:rPr>
          <w:sz w:val="40"/>
          <w:u w:val="single"/>
          <w:lang w:val="en-CA"/>
        </w:rPr>
        <w:t>Credit Card Research Assignment</w:t>
      </w:r>
    </w:p>
    <w:p w:rsidR="00EF3E93" w:rsidRPr="002B3A0C" w:rsidRDefault="00EF3E93" w:rsidP="000D7FD8">
      <w:pPr>
        <w:jc w:val="center"/>
        <w:rPr>
          <w:sz w:val="40"/>
          <w:u w:val="single"/>
          <w:lang w:val="en-CA"/>
        </w:rPr>
      </w:pPr>
      <w:r w:rsidRPr="002B3A0C">
        <w:rPr>
          <w:noProof/>
          <w:sz w:val="40"/>
          <w:lang w:val="en-CA" w:eastAsia="en-CA"/>
        </w:rPr>
        <w:drawing>
          <wp:inline distT="0" distB="0" distL="0" distR="0" wp14:anchorId="1D2FB6DD" wp14:editId="4A86FBF9">
            <wp:extent cx="1394460" cy="113032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redit-cards[1]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8942"/>
                    <a:stretch/>
                  </pic:blipFill>
                  <pic:spPr bwMode="auto">
                    <a:xfrm>
                      <a:off x="0" y="0"/>
                      <a:ext cx="1401492" cy="113602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D7FD8" w:rsidRPr="002B3A0C" w:rsidRDefault="000D7FD8">
      <w:r w:rsidRPr="002B3A0C">
        <w:t>Credit Cards can be both useful and dangerous for a young-adult with respect to their financial health.  The proper use of a credit card can help build a strong credit history; however, misuse of a credit card can lead to substantial debt and a damaged credit report.  Understanding the terms of credit cards is essential before signing-up to open an account.</w:t>
      </w:r>
    </w:p>
    <w:p w:rsidR="000D7FD8" w:rsidRPr="002B3A0C" w:rsidRDefault="000D7FD8">
      <w:r w:rsidRPr="002B3A0C">
        <w:t>Assignment:</w:t>
      </w:r>
    </w:p>
    <w:p w:rsidR="000D7FD8" w:rsidRPr="002B3A0C" w:rsidRDefault="000D7FD8">
      <w:r w:rsidRPr="002B3A0C">
        <w:t xml:space="preserve">You will research some important terminology with regards to credit and credit cards as well as create an info graphic page on a credit card of your choosing. </w:t>
      </w:r>
    </w:p>
    <w:p w:rsidR="000D7FD8" w:rsidRPr="002B3A0C" w:rsidRDefault="000D7FD8" w:rsidP="000D7FD8">
      <w:pPr>
        <w:pStyle w:val="ListParagraph"/>
        <w:numPr>
          <w:ilvl w:val="0"/>
          <w:numId w:val="1"/>
        </w:numPr>
        <w:rPr>
          <w:lang w:val="en-CA"/>
        </w:rPr>
      </w:pPr>
      <w:r w:rsidRPr="002B3A0C">
        <w:rPr>
          <w:lang w:val="en-CA"/>
        </w:rPr>
        <w:t>Vocabulary</w:t>
      </w:r>
    </w:p>
    <w:p w:rsidR="000D7FD8" w:rsidRPr="002B3A0C" w:rsidRDefault="000D7FD8" w:rsidP="000D7FD8">
      <w:pPr>
        <w:pStyle w:val="ListParagraph"/>
        <w:numPr>
          <w:ilvl w:val="1"/>
          <w:numId w:val="1"/>
        </w:numPr>
        <w:rPr>
          <w:lang w:val="en-CA"/>
        </w:rPr>
      </w:pPr>
      <w:r w:rsidRPr="002B3A0C">
        <w:rPr>
          <w:lang w:val="en-CA"/>
        </w:rPr>
        <w:t>Define the following terms:</w:t>
      </w:r>
    </w:p>
    <w:p w:rsidR="000D7FD8" w:rsidRPr="002B3A0C" w:rsidRDefault="000D7FD8" w:rsidP="000D7FD8">
      <w:pPr>
        <w:numPr>
          <w:ilvl w:val="2"/>
          <w:numId w:val="1"/>
        </w:numPr>
        <w:spacing w:after="0" w:line="240" w:lineRule="auto"/>
        <w:sectPr w:rsidR="000D7FD8" w:rsidRPr="002B3A0C" w:rsidSect="00665EBB">
          <w:pgSz w:w="12240" w:h="15840"/>
          <w:pgMar w:top="360" w:right="1440" w:bottom="1440" w:left="1440" w:header="720" w:footer="720" w:gutter="0"/>
          <w:cols w:space="720"/>
          <w:docGrid w:linePitch="360"/>
        </w:sectPr>
      </w:pPr>
    </w:p>
    <w:p w:rsidR="000D7FD8" w:rsidRPr="002B3A0C" w:rsidRDefault="000D7FD8" w:rsidP="000D7FD8">
      <w:pPr>
        <w:numPr>
          <w:ilvl w:val="2"/>
          <w:numId w:val="1"/>
        </w:numPr>
        <w:spacing w:after="0" w:line="240" w:lineRule="auto"/>
        <w:ind w:hanging="270"/>
      </w:pPr>
      <w:r w:rsidRPr="002B3A0C">
        <w:t>Annual Fee</w:t>
      </w:r>
    </w:p>
    <w:p w:rsidR="000D7FD8" w:rsidRPr="002B3A0C" w:rsidRDefault="000D7FD8" w:rsidP="000D7FD8">
      <w:pPr>
        <w:numPr>
          <w:ilvl w:val="2"/>
          <w:numId w:val="1"/>
        </w:numPr>
        <w:spacing w:after="0" w:line="240" w:lineRule="auto"/>
        <w:ind w:hanging="270"/>
      </w:pPr>
      <w:r w:rsidRPr="002B3A0C">
        <w:t xml:space="preserve">Annual Percentage Rate </w:t>
      </w:r>
    </w:p>
    <w:p w:rsidR="000D7FD8" w:rsidRPr="002B3A0C" w:rsidRDefault="000D7FD8" w:rsidP="000D7FD8">
      <w:pPr>
        <w:numPr>
          <w:ilvl w:val="2"/>
          <w:numId w:val="1"/>
        </w:numPr>
        <w:spacing w:after="0" w:line="240" w:lineRule="auto"/>
        <w:ind w:hanging="270"/>
      </w:pPr>
      <w:r w:rsidRPr="002B3A0C">
        <w:t>Balance Transfer</w:t>
      </w:r>
    </w:p>
    <w:p w:rsidR="000D7FD8" w:rsidRPr="002B3A0C" w:rsidRDefault="000D7FD8" w:rsidP="000D7FD8">
      <w:pPr>
        <w:numPr>
          <w:ilvl w:val="2"/>
          <w:numId w:val="1"/>
        </w:numPr>
        <w:spacing w:after="0" w:line="240" w:lineRule="auto"/>
        <w:ind w:hanging="270"/>
      </w:pPr>
      <w:r w:rsidRPr="002B3A0C">
        <w:t>Cash Advance</w:t>
      </w:r>
    </w:p>
    <w:p w:rsidR="000D7FD8" w:rsidRPr="002B3A0C" w:rsidRDefault="000D7FD8" w:rsidP="000D7FD8">
      <w:pPr>
        <w:numPr>
          <w:ilvl w:val="2"/>
          <w:numId w:val="1"/>
        </w:numPr>
        <w:spacing w:after="0" w:line="240" w:lineRule="auto"/>
        <w:ind w:hanging="270"/>
      </w:pPr>
      <w:r w:rsidRPr="002B3A0C">
        <w:t>Credit Line/Line of Credit</w:t>
      </w:r>
    </w:p>
    <w:p w:rsidR="000D7FD8" w:rsidRPr="002B3A0C" w:rsidRDefault="000D7FD8" w:rsidP="000D7FD8">
      <w:pPr>
        <w:numPr>
          <w:ilvl w:val="2"/>
          <w:numId w:val="1"/>
        </w:numPr>
        <w:spacing w:after="0" w:line="240" w:lineRule="auto"/>
        <w:ind w:hanging="270"/>
      </w:pPr>
      <w:r w:rsidRPr="002B3A0C">
        <w:t>Finance Charges</w:t>
      </w:r>
    </w:p>
    <w:p w:rsidR="000D7FD8" w:rsidRPr="002B3A0C" w:rsidRDefault="000D7FD8" w:rsidP="000D7FD8">
      <w:pPr>
        <w:numPr>
          <w:ilvl w:val="2"/>
          <w:numId w:val="1"/>
        </w:numPr>
        <w:spacing w:after="0" w:line="240" w:lineRule="auto"/>
        <w:ind w:hanging="270"/>
      </w:pPr>
      <w:r w:rsidRPr="002B3A0C">
        <w:t>Fixed Rate</w:t>
      </w:r>
    </w:p>
    <w:p w:rsidR="000D7FD8" w:rsidRPr="002B3A0C" w:rsidRDefault="000D7FD8" w:rsidP="000D7FD8">
      <w:pPr>
        <w:numPr>
          <w:ilvl w:val="2"/>
          <w:numId w:val="1"/>
        </w:numPr>
        <w:spacing w:after="0" w:line="240" w:lineRule="auto"/>
        <w:ind w:hanging="270"/>
      </w:pPr>
      <w:r w:rsidRPr="002B3A0C">
        <w:t>Introductory Period</w:t>
      </w:r>
    </w:p>
    <w:p w:rsidR="000D7FD8" w:rsidRPr="002B3A0C" w:rsidRDefault="000D7FD8" w:rsidP="000D7FD8">
      <w:pPr>
        <w:numPr>
          <w:ilvl w:val="2"/>
          <w:numId w:val="1"/>
        </w:numPr>
        <w:spacing w:after="0" w:line="240" w:lineRule="auto"/>
        <w:ind w:hanging="270"/>
      </w:pPr>
      <w:r w:rsidRPr="002B3A0C">
        <w:t>Introductory Rate</w:t>
      </w:r>
    </w:p>
    <w:p w:rsidR="000D7FD8" w:rsidRPr="002B3A0C" w:rsidRDefault="000D7FD8" w:rsidP="000D7FD8">
      <w:pPr>
        <w:numPr>
          <w:ilvl w:val="2"/>
          <w:numId w:val="1"/>
        </w:numPr>
        <w:spacing w:after="0" w:line="240" w:lineRule="auto"/>
        <w:ind w:hanging="270"/>
      </w:pPr>
      <w:r w:rsidRPr="002B3A0C">
        <w:t>Late Fee</w:t>
      </w:r>
    </w:p>
    <w:p w:rsidR="000D7FD8" w:rsidRPr="002B3A0C" w:rsidRDefault="000D7FD8" w:rsidP="000D7FD8">
      <w:pPr>
        <w:numPr>
          <w:ilvl w:val="2"/>
          <w:numId w:val="1"/>
        </w:numPr>
        <w:spacing w:after="0" w:line="240" w:lineRule="auto"/>
        <w:ind w:hanging="270"/>
      </w:pPr>
      <w:r w:rsidRPr="002B3A0C">
        <w:t>Rewards Program</w:t>
      </w:r>
    </w:p>
    <w:p w:rsidR="000D7FD8" w:rsidRPr="002B3A0C" w:rsidRDefault="000D7FD8" w:rsidP="000D7FD8">
      <w:pPr>
        <w:numPr>
          <w:ilvl w:val="0"/>
          <w:numId w:val="1"/>
        </w:numPr>
        <w:spacing w:after="0" w:line="240" w:lineRule="auto"/>
        <w:sectPr w:rsidR="000D7FD8" w:rsidRPr="002B3A0C" w:rsidSect="000D7FD8">
          <w:type w:val="continuous"/>
          <w:pgSz w:w="12240" w:h="15840"/>
          <w:pgMar w:top="1440" w:right="1440" w:bottom="1440" w:left="1440" w:header="720" w:footer="720" w:gutter="0"/>
          <w:cols w:num="2" w:space="180"/>
          <w:docGrid w:linePitch="360"/>
        </w:sectPr>
      </w:pPr>
    </w:p>
    <w:p w:rsidR="000D7FD8" w:rsidRPr="002B3A0C" w:rsidRDefault="000D7FD8" w:rsidP="000D7FD8">
      <w:pPr>
        <w:spacing w:after="0" w:line="240" w:lineRule="auto"/>
        <w:ind w:left="720"/>
      </w:pPr>
    </w:p>
    <w:p w:rsidR="000D7FD8" w:rsidRPr="002B3A0C" w:rsidRDefault="000D7FD8" w:rsidP="000D7FD8">
      <w:pPr>
        <w:numPr>
          <w:ilvl w:val="0"/>
          <w:numId w:val="1"/>
        </w:numPr>
        <w:spacing w:after="0" w:line="240" w:lineRule="auto"/>
      </w:pPr>
      <w:r w:rsidRPr="002B3A0C">
        <w:t>Find a Canadian Credit Card</w:t>
      </w:r>
    </w:p>
    <w:p w:rsidR="000D7FD8" w:rsidRPr="002B3A0C" w:rsidRDefault="000D7FD8" w:rsidP="000D7FD8">
      <w:pPr>
        <w:numPr>
          <w:ilvl w:val="1"/>
          <w:numId w:val="1"/>
        </w:numPr>
        <w:spacing w:after="0" w:line="240" w:lineRule="auto"/>
      </w:pPr>
      <w:r w:rsidRPr="002B3A0C">
        <w:t xml:space="preserve">The major Credit Cards in Canada are Mastercard, Visa and American Express. </w:t>
      </w:r>
    </w:p>
    <w:p w:rsidR="000D7FD8" w:rsidRPr="002B3A0C" w:rsidRDefault="000D7FD8" w:rsidP="000D7FD8">
      <w:pPr>
        <w:numPr>
          <w:ilvl w:val="1"/>
          <w:numId w:val="1"/>
        </w:numPr>
        <w:spacing w:after="0" w:line="240" w:lineRule="auto"/>
      </w:pPr>
      <w:r w:rsidRPr="002B3A0C">
        <w:t xml:space="preserve">You will find one credit card and fully research it then put the information into a one page graphic organizer. </w:t>
      </w:r>
    </w:p>
    <w:p w:rsidR="000D7FD8" w:rsidRPr="002B3A0C" w:rsidRDefault="000D7FD8" w:rsidP="000D7FD8">
      <w:pPr>
        <w:numPr>
          <w:ilvl w:val="1"/>
          <w:numId w:val="1"/>
        </w:numPr>
        <w:spacing w:after="0" w:line="240" w:lineRule="auto"/>
      </w:pPr>
      <w:r w:rsidRPr="002B3A0C">
        <w:t xml:space="preserve">Choose a card that you think you would be interested in in the near or distant future. </w:t>
      </w:r>
    </w:p>
    <w:p w:rsidR="000D7FD8" w:rsidRPr="002B3A0C" w:rsidRDefault="000D7FD8" w:rsidP="000D7FD8">
      <w:pPr>
        <w:numPr>
          <w:ilvl w:val="1"/>
          <w:numId w:val="1"/>
        </w:numPr>
        <w:spacing w:after="0" w:line="240" w:lineRule="auto"/>
      </w:pPr>
      <w:r w:rsidRPr="002B3A0C">
        <w:t xml:space="preserve">Remember that many banks and credit unions offer their own version of Mastercard, Vica, and  Amex. </w:t>
      </w:r>
    </w:p>
    <w:p w:rsidR="000D7FD8" w:rsidRPr="002B3A0C" w:rsidRDefault="000D7FD8" w:rsidP="000D7FD8">
      <w:pPr>
        <w:spacing w:after="0" w:line="240" w:lineRule="auto"/>
      </w:pPr>
    </w:p>
    <w:p w:rsidR="000D7FD8" w:rsidRPr="002B3A0C" w:rsidRDefault="000D7FD8" w:rsidP="000D7FD8">
      <w:pPr>
        <w:spacing w:after="0" w:line="240" w:lineRule="auto"/>
      </w:pPr>
      <w:r w:rsidRPr="002B3A0C">
        <w:t>Grading:</w:t>
      </w:r>
    </w:p>
    <w:p w:rsidR="000D7FD8" w:rsidRPr="002B3A0C" w:rsidRDefault="000D7FD8" w:rsidP="000D7FD8">
      <w:pPr>
        <w:numPr>
          <w:ilvl w:val="0"/>
          <w:numId w:val="3"/>
        </w:numPr>
        <w:spacing w:after="0"/>
        <w:ind w:hanging="360"/>
      </w:pPr>
      <w:r w:rsidRPr="002B3A0C">
        <w:t>Vocabulary</w:t>
      </w:r>
      <w:r w:rsidRPr="002B3A0C">
        <w:tab/>
      </w:r>
      <w:r w:rsidRPr="002B3A0C">
        <w:tab/>
      </w:r>
      <w:r w:rsidRPr="002B3A0C">
        <w:tab/>
      </w:r>
      <w:r w:rsidRPr="002B3A0C">
        <w:tab/>
      </w:r>
      <w:r w:rsidRPr="002B3A0C">
        <w:tab/>
      </w:r>
      <w:r w:rsidRPr="002B3A0C">
        <w:tab/>
      </w:r>
      <w:r w:rsidR="00E50274">
        <w:tab/>
      </w:r>
      <w:r w:rsidRPr="002B3A0C">
        <w:t>(11 Marks)</w:t>
      </w:r>
    </w:p>
    <w:p w:rsidR="000D7FD8" w:rsidRPr="002B3A0C" w:rsidRDefault="000D7FD8" w:rsidP="000D7FD8">
      <w:pPr>
        <w:numPr>
          <w:ilvl w:val="0"/>
          <w:numId w:val="3"/>
        </w:numPr>
        <w:spacing w:after="0"/>
        <w:ind w:hanging="360"/>
      </w:pPr>
      <w:r w:rsidRPr="002B3A0C">
        <w:t>Name of credit card and its cor</w:t>
      </w:r>
      <w:r w:rsidR="00E50274">
        <w:t>responding financial institution</w:t>
      </w:r>
      <w:r w:rsidRPr="002B3A0C">
        <w:t xml:space="preserve"> </w:t>
      </w:r>
      <w:r w:rsidRPr="002B3A0C">
        <w:tab/>
        <w:t xml:space="preserve">(2 Marks) </w:t>
      </w:r>
    </w:p>
    <w:p w:rsidR="000D7FD8" w:rsidRPr="002B3A0C" w:rsidRDefault="000D7FD8" w:rsidP="000D7FD8">
      <w:pPr>
        <w:numPr>
          <w:ilvl w:val="0"/>
          <w:numId w:val="3"/>
        </w:numPr>
        <w:spacing w:after="0"/>
        <w:ind w:hanging="360"/>
      </w:pPr>
      <w:r w:rsidRPr="002B3A0C">
        <w:t xml:space="preserve">Annual Percentage Rate (APR) </w:t>
      </w:r>
      <w:r w:rsidRPr="002B3A0C">
        <w:tab/>
        <w:t xml:space="preserve"> </w:t>
      </w:r>
      <w:r w:rsidRPr="002B3A0C">
        <w:tab/>
        <w:t xml:space="preserve"> </w:t>
      </w:r>
      <w:r w:rsidRPr="002B3A0C">
        <w:tab/>
      </w:r>
      <w:r w:rsidRPr="002B3A0C">
        <w:tab/>
      </w:r>
      <w:r w:rsidR="00E50274">
        <w:tab/>
      </w:r>
      <w:r w:rsidR="00EF3E93" w:rsidRPr="002B3A0C">
        <w:t>(2</w:t>
      </w:r>
      <w:r w:rsidRPr="002B3A0C">
        <w:t xml:space="preserve"> Marks) </w:t>
      </w:r>
    </w:p>
    <w:p w:rsidR="000D7FD8" w:rsidRPr="002B3A0C" w:rsidRDefault="000D7FD8" w:rsidP="000D7FD8">
      <w:pPr>
        <w:numPr>
          <w:ilvl w:val="0"/>
          <w:numId w:val="3"/>
        </w:numPr>
        <w:spacing w:after="0"/>
        <w:ind w:hanging="360"/>
      </w:pPr>
      <w:r w:rsidRPr="002B3A0C">
        <w:t xml:space="preserve">Restrictions or fees  </w:t>
      </w:r>
      <w:r w:rsidRPr="002B3A0C">
        <w:tab/>
        <w:t xml:space="preserve"> </w:t>
      </w:r>
      <w:r w:rsidRPr="002B3A0C">
        <w:tab/>
        <w:t xml:space="preserve"> </w:t>
      </w:r>
      <w:r w:rsidRPr="002B3A0C">
        <w:tab/>
        <w:t xml:space="preserve"> </w:t>
      </w:r>
      <w:r w:rsidRPr="002B3A0C">
        <w:tab/>
      </w:r>
      <w:r w:rsidRPr="002B3A0C">
        <w:tab/>
      </w:r>
      <w:r w:rsidR="00E50274">
        <w:tab/>
      </w:r>
      <w:r w:rsidRPr="002B3A0C">
        <w:t xml:space="preserve">(5 Marks) </w:t>
      </w:r>
    </w:p>
    <w:p w:rsidR="000D7FD8" w:rsidRPr="002B3A0C" w:rsidRDefault="000D7FD8" w:rsidP="000D7FD8">
      <w:pPr>
        <w:numPr>
          <w:ilvl w:val="0"/>
          <w:numId w:val="3"/>
        </w:numPr>
        <w:spacing w:after="0"/>
        <w:ind w:hanging="360"/>
      </w:pPr>
      <w:r w:rsidRPr="002B3A0C">
        <w:t xml:space="preserve">Bonus or Rewards Plans </w:t>
      </w:r>
      <w:r w:rsidRPr="002B3A0C">
        <w:tab/>
      </w:r>
      <w:r w:rsidRPr="002B3A0C">
        <w:tab/>
      </w:r>
      <w:r w:rsidRPr="002B3A0C">
        <w:tab/>
      </w:r>
      <w:r w:rsidRPr="002B3A0C">
        <w:tab/>
      </w:r>
      <w:r w:rsidR="00E50274">
        <w:tab/>
      </w:r>
      <w:r w:rsidRPr="002B3A0C">
        <w:t xml:space="preserve">(5 Marks) </w:t>
      </w:r>
    </w:p>
    <w:p w:rsidR="00EF3E93" w:rsidRPr="002B3A0C" w:rsidRDefault="00EF3E93" w:rsidP="000D7FD8">
      <w:pPr>
        <w:numPr>
          <w:ilvl w:val="0"/>
          <w:numId w:val="3"/>
        </w:numPr>
        <w:spacing w:after="0"/>
        <w:ind w:hanging="360"/>
      </w:pPr>
      <w:r w:rsidRPr="002B3A0C">
        <w:t>Additional Details (Transfers, # of Cards, payments)</w:t>
      </w:r>
      <w:r w:rsidRPr="002B3A0C">
        <w:tab/>
      </w:r>
      <w:r w:rsidR="00E50274">
        <w:tab/>
      </w:r>
      <w:r w:rsidRPr="002B3A0C">
        <w:t>(5 Marks)</w:t>
      </w:r>
    </w:p>
    <w:p w:rsidR="000D7FD8" w:rsidRPr="002B3A0C" w:rsidRDefault="000D7FD8" w:rsidP="000D7FD8">
      <w:pPr>
        <w:numPr>
          <w:ilvl w:val="0"/>
          <w:numId w:val="3"/>
        </w:numPr>
        <w:spacing w:after="31"/>
        <w:ind w:hanging="360"/>
        <w:rPr>
          <w:u w:val="single"/>
        </w:rPr>
      </w:pPr>
      <w:r w:rsidRPr="002B3A0C">
        <w:rPr>
          <w:u w:val="single"/>
        </w:rPr>
        <w:t xml:space="preserve">Layout and Design  </w:t>
      </w:r>
      <w:r w:rsidRPr="002B3A0C">
        <w:rPr>
          <w:u w:val="single"/>
        </w:rPr>
        <w:tab/>
        <w:t xml:space="preserve"> </w:t>
      </w:r>
      <w:r w:rsidRPr="002B3A0C">
        <w:rPr>
          <w:u w:val="single"/>
        </w:rPr>
        <w:tab/>
        <w:t xml:space="preserve"> </w:t>
      </w:r>
      <w:r w:rsidRPr="002B3A0C">
        <w:rPr>
          <w:u w:val="single"/>
        </w:rPr>
        <w:tab/>
        <w:t xml:space="preserve"> </w:t>
      </w:r>
      <w:r w:rsidRPr="002B3A0C">
        <w:rPr>
          <w:u w:val="single"/>
        </w:rPr>
        <w:tab/>
      </w:r>
      <w:r w:rsidRPr="002B3A0C">
        <w:rPr>
          <w:u w:val="single"/>
        </w:rPr>
        <w:tab/>
      </w:r>
      <w:r w:rsidR="00E50274">
        <w:rPr>
          <w:u w:val="single"/>
        </w:rPr>
        <w:tab/>
      </w:r>
      <w:r w:rsidRPr="002B3A0C">
        <w:rPr>
          <w:u w:val="single"/>
        </w:rPr>
        <w:t xml:space="preserve">(5 Marks) </w:t>
      </w:r>
    </w:p>
    <w:p w:rsidR="000D7FD8" w:rsidRPr="002B3A0C" w:rsidRDefault="000D7FD8" w:rsidP="000D7FD8">
      <w:pPr>
        <w:numPr>
          <w:ilvl w:val="1"/>
          <w:numId w:val="3"/>
        </w:numPr>
        <w:spacing w:after="31"/>
        <w:ind w:hanging="360"/>
      </w:pPr>
      <w:r w:rsidRPr="002B3A0C">
        <w:t>Total</w:t>
      </w:r>
      <w:r w:rsidRPr="002B3A0C">
        <w:tab/>
      </w:r>
      <w:r w:rsidRPr="002B3A0C">
        <w:tab/>
      </w:r>
      <w:r w:rsidRPr="002B3A0C">
        <w:tab/>
      </w:r>
      <w:r w:rsidRPr="002B3A0C">
        <w:tab/>
      </w:r>
      <w:r w:rsidRPr="002B3A0C">
        <w:tab/>
      </w:r>
      <w:r w:rsidRPr="002B3A0C">
        <w:tab/>
      </w:r>
      <w:r w:rsidR="00E50274">
        <w:tab/>
      </w:r>
      <w:r w:rsidRPr="002B3A0C">
        <w:t>(</w:t>
      </w:r>
      <w:r w:rsidR="00EF3E93" w:rsidRPr="002B3A0C">
        <w:t>35</w:t>
      </w:r>
      <w:r w:rsidRPr="002B3A0C">
        <w:t xml:space="preserve"> Marks)</w:t>
      </w:r>
    </w:p>
    <w:p w:rsidR="002B3A0C" w:rsidRPr="00B83FCC" w:rsidRDefault="002B3A0C" w:rsidP="00B83FCC">
      <w:pPr>
        <w:rPr>
          <w:lang w:val="en-CA"/>
        </w:rPr>
      </w:pPr>
      <w:bookmarkStart w:id="0" w:name="_GoBack"/>
      <w:bookmarkEnd w:id="0"/>
    </w:p>
    <w:sectPr w:rsidR="002B3A0C" w:rsidRPr="00B83FCC" w:rsidSect="000D7FD8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106C" w:rsidRDefault="00FD106C" w:rsidP="00665EBB">
      <w:pPr>
        <w:spacing w:after="0" w:line="240" w:lineRule="auto"/>
      </w:pPr>
      <w:r>
        <w:separator/>
      </w:r>
    </w:p>
  </w:endnote>
  <w:endnote w:type="continuationSeparator" w:id="0">
    <w:p w:rsidR="00FD106C" w:rsidRDefault="00FD106C" w:rsidP="00665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106C" w:rsidRDefault="00FD106C" w:rsidP="00665EBB">
      <w:pPr>
        <w:spacing w:after="0" w:line="240" w:lineRule="auto"/>
      </w:pPr>
      <w:r>
        <w:separator/>
      </w:r>
    </w:p>
  </w:footnote>
  <w:footnote w:type="continuationSeparator" w:id="0">
    <w:p w:rsidR="00FD106C" w:rsidRDefault="00FD106C" w:rsidP="00665E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010AF4"/>
    <w:multiLevelType w:val="hybridMultilevel"/>
    <w:tmpl w:val="E2962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0D30A0"/>
    <w:multiLevelType w:val="hybridMultilevel"/>
    <w:tmpl w:val="5B289DCC"/>
    <w:lvl w:ilvl="0" w:tplc="50B0F840">
      <w:start w:val="1"/>
      <w:numFmt w:val="decimal"/>
      <w:lvlText w:val="%1.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090001">
      <w:start w:val="1"/>
      <w:numFmt w:val="bullet"/>
      <w:lvlText w:val=""/>
      <w:lvlJc w:val="left"/>
      <w:pPr>
        <w:ind w:left="144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A640C5E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2D265B6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014FA20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CA472E8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E00431C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3B63DB2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D227E3A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11E7FC6"/>
    <w:multiLevelType w:val="hybridMultilevel"/>
    <w:tmpl w:val="4F8637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003416"/>
    <w:multiLevelType w:val="hybridMultilevel"/>
    <w:tmpl w:val="EC0C22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0809FF"/>
    <w:multiLevelType w:val="hybridMultilevel"/>
    <w:tmpl w:val="54E2B4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D64F6D"/>
    <w:multiLevelType w:val="hybridMultilevel"/>
    <w:tmpl w:val="A5F2BE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FD420C"/>
    <w:multiLevelType w:val="hybridMultilevel"/>
    <w:tmpl w:val="70B8B6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7">
      <w:start w:val="1"/>
      <w:numFmt w:val="lowerLetter"/>
      <w:lvlText w:val="%3)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FD8"/>
    <w:rsid w:val="000D7FD8"/>
    <w:rsid w:val="002B3A0C"/>
    <w:rsid w:val="002F0067"/>
    <w:rsid w:val="00665EBB"/>
    <w:rsid w:val="00B83FCC"/>
    <w:rsid w:val="00DB3822"/>
    <w:rsid w:val="00E50274"/>
    <w:rsid w:val="00EC0462"/>
    <w:rsid w:val="00EF3E93"/>
    <w:rsid w:val="00F57973"/>
    <w:rsid w:val="00FD1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670A214-3738-4C58-9F44-C9BBE7455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7F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579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797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65E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5EBB"/>
  </w:style>
  <w:style w:type="paragraph" w:styleId="Footer">
    <w:name w:val="footer"/>
    <w:basedOn w:val="Normal"/>
    <w:link w:val="FooterChar"/>
    <w:uiPriority w:val="99"/>
    <w:unhideWhenUsed/>
    <w:rsid w:val="00665E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5E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11D0530E.dotm</Template>
  <TotalTime>0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RCS</Company>
  <LinksUpToDate>false</LinksUpToDate>
  <CharactersWithSpaces>1563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Knight, Michael</dc:creator>
  <cp:keywords/>
  <dc:description/>
  <cp:lastModifiedBy>Amy Mcfarlen</cp:lastModifiedBy>
  <cp:revision>2</cp:revision>
  <cp:lastPrinted>2016-05-31T18:20:00Z</cp:lastPrinted>
  <dcterms:created xsi:type="dcterms:W3CDTF">2017-01-11T01:28:00Z</dcterms:created>
  <dcterms:modified xsi:type="dcterms:W3CDTF">2017-01-11T01:28:00Z</dcterms:modified>
</cp:coreProperties>
</file>